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137" w:rsidRPr="00CE0243" w:rsidRDefault="00A20137" w:rsidP="00887663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>Week 5</w:t>
      </w:r>
      <w:bookmarkStart w:id="0" w:name="_GoBack"/>
      <w:bookmarkEnd w:id="0"/>
    </w:p>
    <w:tbl>
      <w:tblPr>
        <w:tblpPr w:leftFromText="180" w:rightFromText="180" w:vertAnchor="page" w:horzAnchor="margin" w:tblpX="-318" w:tblpY="14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12"/>
        <w:gridCol w:w="2703"/>
        <w:gridCol w:w="2311"/>
        <w:gridCol w:w="2311"/>
      </w:tblGrid>
      <w:tr w:rsidR="00A20137" w:rsidRPr="00030E98" w:rsidTr="00030E98">
        <w:trPr>
          <w:trHeight w:val="558"/>
        </w:trPr>
        <w:tc>
          <w:tcPr>
            <w:tcW w:w="3012" w:type="dxa"/>
          </w:tcPr>
          <w:p w:rsidR="00A20137" w:rsidRPr="00030E98" w:rsidRDefault="00A20137" w:rsidP="00030E98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</w:pPr>
            <w:r w:rsidRPr="00030E98"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A20137" w:rsidRPr="00030E98" w:rsidRDefault="00A20137" w:rsidP="00030E98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030E98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030E98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030E98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A20137" w:rsidRPr="00030E98" w:rsidRDefault="00A20137" w:rsidP="00030E98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030E98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030E98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030E98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A20137" w:rsidRPr="00030E98" w:rsidRDefault="00A20137" w:rsidP="00030E98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030E98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030E98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030E98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A20137" w:rsidRPr="00030E98" w:rsidTr="00030E98">
        <w:tc>
          <w:tcPr>
            <w:tcW w:w="3012" w:type="dxa"/>
          </w:tcPr>
          <w:p w:rsidR="00A20137" w:rsidRPr="00030E98" w:rsidRDefault="00A20137" w:rsidP="00030E9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30E98">
              <w:rPr>
                <w:rFonts w:ascii="Segoe UI Light" w:hAnsi="Segoe UI Light" w:cs="Segoe UI Light"/>
                <w:sz w:val="36"/>
                <w:szCs w:val="36"/>
              </w:rPr>
              <w:t xml:space="preserve">controversy </w:t>
            </w:r>
          </w:p>
        </w:tc>
        <w:tc>
          <w:tcPr>
            <w:tcW w:w="2703" w:type="dxa"/>
          </w:tcPr>
          <w:p w:rsidR="00A20137" w:rsidRPr="00030E98" w:rsidRDefault="00A20137" w:rsidP="00030E9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A20137" w:rsidRPr="00030E98" w:rsidRDefault="00A20137" w:rsidP="00030E9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A20137" w:rsidRPr="00030E98" w:rsidRDefault="00A20137" w:rsidP="00030E9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A20137" w:rsidRPr="00030E98" w:rsidTr="00030E98">
        <w:tc>
          <w:tcPr>
            <w:tcW w:w="3012" w:type="dxa"/>
          </w:tcPr>
          <w:p w:rsidR="00A20137" w:rsidRPr="00030E98" w:rsidRDefault="00A20137" w:rsidP="00030E9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30E98">
              <w:rPr>
                <w:rFonts w:ascii="Segoe UI Light" w:hAnsi="Segoe UI Light" w:cs="Segoe UI Light"/>
                <w:sz w:val="36"/>
                <w:szCs w:val="36"/>
              </w:rPr>
              <w:t xml:space="preserve">convenience </w:t>
            </w:r>
          </w:p>
        </w:tc>
        <w:tc>
          <w:tcPr>
            <w:tcW w:w="2703" w:type="dxa"/>
          </w:tcPr>
          <w:p w:rsidR="00A20137" w:rsidRPr="00030E98" w:rsidRDefault="00A20137" w:rsidP="00030E9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A20137" w:rsidRPr="00030E98" w:rsidRDefault="00A20137" w:rsidP="00030E9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A20137" w:rsidRPr="00030E98" w:rsidRDefault="00A20137" w:rsidP="00030E9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A20137" w:rsidRPr="00030E98" w:rsidTr="00030E98">
        <w:tc>
          <w:tcPr>
            <w:tcW w:w="3012" w:type="dxa"/>
          </w:tcPr>
          <w:p w:rsidR="00A20137" w:rsidRPr="00030E98" w:rsidRDefault="00A20137" w:rsidP="00030E9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30E98">
              <w:rPr>
                <w:rFonts w:ascii="Segoe UI Light" w:hAnsi="Segoe UI Light" w:cs="Segoe UI Light"/>
                <w:sz w:val="36"/>
                <w:szCs w:val="36"/>
              </w:rPr>
              <w:t xml:space="preserve">correspond </w:t>
            </w:r>
          </w:p>
        </w:tc>
        <w:tc>
          <w:tcPr>
            <w:tcW w:w="2703" w:type="dxa"/>
          </w:tcPr>
          <w:p w:rsidR="00A20137" w:rsidRPr="00030E98" w:rsidRDefault="00A20137" w:rsidP="00030E9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A20137" w:rsidRPr="00030E98" w:rsidRDefault="00A20137" w:rsidP="00030E9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A20137" w:rsidRPr="00030E98" w:rsidRDefault="00A20137" w:rsidP="00030E9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A20137" w:rsidRPr="00030E98" w:rsidTr="00030E98">
        <w:tc>
          <w:tcPr>
            <w:tcW w:w="3012" w:type="dxa"/>
          </w:tcPr>
          <w:p w:rsidR="00A20137" w:rsidRPr="00030E98" w:rsidRDefault="00A20137" w:rsidP="00030E9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30E98">
              <w:rPr>
                <w:rFonts w:ascii="Segoe UI Light" w:hAnsi="Segoe UI Light" w:cs="Segoe UI Light"/>
                <w:sz w:val="36"/>
                <w:szCs w:val="36"/>
              </w:rPr>
              <w:t xml:space="preserve">criticise </w:t>
            </w:r>
          </w:p>
        </w:tc>
        <w:tc>
          <w:tcPr>
            <w:tcW w:w="2703" w:type="dxa"/>
          </w:tcPr>
          <w:p w:rsidR="00A20137" w:rsidRPr="00030E98" w:rsidRDefault="00A20137" w:rsidP="00030E9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A20137" w:rsidRPr="00030E98" w:rsidRDefault="00A20137" w:rsidP="00030E9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A20137" w:rsidRPr="00030E98" w:rsidRDefault="00A20137" w:rsidP="00030E9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A20137" w:rsidRPr="00030E98" w:rsidTr="00030E98">
        <w:tc>
          <w:tcPr>
            <w:tcW w:w="3012" w:type="dxa"/>
          </w:tcPr>
          <w:p w:rsidR="00A20137" w:rsidRPr="00030E98" w:rsidRDefault="00A20137" w:rsidP="00030E9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30E98">
              <w:rPr>
                <w:rFonts w:ascii="Segoe UI Light" w:hAnsi="Segoe UI Light" w:cs="Segoe UI Light"/>
                <w:sz w:val="36"/>
                <w:szCs w:val="36"/>
              </w:rPr>
              <w:t xml:space="preserve">curiosity </w:t>
            </w:r>
          </w:p>
        </w:tc>
        <w:tc>
          <w:tcPr>
            <w:tcW w:w="2703" w:type="dxa"/>
          </w:tcPr>
          <w:p w:rsidR="00A20137" w:rsidRPr="00030E98" w:rsidRDefault="00A20137" w:rsidP="00030E9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A20137" w:rsidRPr="00030E98" w:rsidRDefault="00A20137" w:rsidP="00030E9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A20137" w:rsidRPr="00030E98" w:rsidRDefault="00A20137" w:rsidP="00030E9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A20137" w:rsidRPr="00030E98" w:rsidTr="00030E98">
        <w:tc>
          <w:tcPr>
            <w:tcW w:w="3012" w:type="dxa"/>
          </w:tcPr>
          <w:p w:rsidR="00A20137" w:rsidRPr="00030E98" w:rsidRDefault="00A20137" w:rsidP="00030E9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30E98">
              <w:rPr>
                <w:rFonts w:ascii="Segoe UI Light" w:hAnsi="Segoe UI Light" w:cs="Segoe UI Light"/>
                <w:sz w:val="36"/>
                <w:szCs w:val="36"/>
              </w:rPr>
              <w:t xml:space="preserve">definite </w:t>
            </w:r>
          </w:p>
        </w:tc>
        <w:tc>
          <w:tcPr>
            <w:tcW w:w="2703" w:type="dxa"/>
          </w:tcPr>
          <w:p w:rsidR="00A20137" w:rsidRPr="00030E98" w:rsidRDefault="00A20137" w:rsidP="00030E9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A20137" w:rsidRPr="00030E98" w:rsidRDefault="00A20137" w:rsidP="00030E9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A20137" w:rsidRPr="00030E98" w:rsidRDefault="00A20137" w:rsidP="00030E9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A20137" w:rsidRPr="00030E98" w:rsidTr="00030E98">
        <w:tc>
          <w:tcPr>
            <w:tcW w:w="3012" w:type="dxa"/>
          </w:tcPr>
          <w:p w:rsidR="00A20137" w:rsidRPr="00030E98" w:rsidRDefault="00A20137" w:rsidP="00030E9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30E98">
              <w:rPr>
                <w:rFonts w:ascii="Segoe UI Light" w:hAnsi="Segoe UI Light" w:cs="Segoe UI Light"/>
                <w:sz w:val="36"/>
                <w:szCs w:val="36"/>
              </w:rPr>
              <w:t xml:space="preserve">desperate </w:t>
            </w:r>
          </w:p>
        </w:tc>
        <w:tc>
          <w:tcPr>
            <w:tcW w:w="2703" w:type="dxa"/>
          </w:tcPr>
          <w:p w:rsidR="00A20137" w:rsidRPr="00030E98" w:rsidRDefault="00A20137" w:rsidP="00030E9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A20137" w:rsidRPr="00030E98" w:rsidRDefault="00A20137" w:rsidP="00030E9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A20137" w:rsidRPr="00030E98" w:rsidRDefault="00A20137" w:rsidP="00030E9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A20137" w:rsidRPr="00030E98" w:rsidTr="00030E98">
        <w:tc>
          <w:tcPr>
            <w:tcW w:w="3012" w:type="dxa"/>
          </w:tcPr>
          <w:p w:rsidR="00A20137" w:rsidRPr="00030E98" w:rsidRDefault="00A20137" w:rsidP="00030E9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30E98">
              <w:rPr>
                <w:rFonts w:ascii="Segoe UI Light" w:hAnsi="Segoe UI Light" w:cs="Segoe UI Light"/>
                <w:sz w:val="36"/>
                <w:szCs w:val="36"/>
              </w:rPr>
              <w:t xml:space="preserve">determined </w:t>
            </w:r>
          </w:p>
        </w:tc>
        <w:tc>
          <w:tcPr>
            <w:tcW w:w="2703" w:type="dxa"/>
          </w:tcPr>
          <w:p w:rsidR="00A20137" w:rsidRPr="00030E98" w:rsidRDefault="00A20137" w:rsidP="00030E9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A20137" w:rsidRPr="00030E98" w:rsidRDefault="00A20137" w:rsidP="00030E9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A20137" w:rsidRPr="00030E98" w:rsidRDefault="00A20137" w:rsidP="00030E9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A20137" w:rsidRPr="00030E98" w:rsidTr="00030E98">
        <w:tc>
          <w:tcPr>
            <w:tcW w:w="3012" w:type="dxa"/>
          </w:tcPr>
          <w:p w:rsidR="00A20137" w:rsidRPr="00030E98" w:rsidRDefault="00A20137" w:rsidP="00030E9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30E98">
              <w:rPr>
                <w:rFonts w:ascii="Segoe UI Light" w:hAnsi="Segoe UI Light" w:cs="Segoe UI Light"/>
                <w:sz w:val="36"/>
                <w:szCs w:val="36"/>
              </w:rPr>
              <w:t xml:space="preserve">develop </w:t>
            </w:r>
          </w:p>
        </w:tc>
        <w:tc>
          <w:tcPr>
            <w:tcW w:w="2703" w:type="dxa"/>
          </w:tcPr>
          <w:p w:rsidR="00A20137" w:rsidRPr="00030E98" w:rsidRDefault="00A20137" w:rsidP="00030E9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A20137" w:rsidRPr="00030E98" w:rsidRDefault="00A20137" w:rsidP="00030E9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A20137" w:rsidRPr="00030E98" w:rsidRDefault="00A20137" w:rsidP="00030E9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A20137" w:rsidRPr="00030E98" w:rsidTr="00030E98">
        <w:tc>
          <w:tcPr>
            <w:tcW w:w="3012" w:type="dxa"/>
          </w:tcPr>
          <w:p w:rsidR="00A20137" w:rsidRPr="00030E98" w:rsidRDefault="00A20137" w:rsidP="00030E9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30E98">
              <w:rPr>
                <w:rFonts w:ascii="Segoe UI Light" w:hAnsi="Segoe UI Light" w:cs="Segoe UI Light"/>
                <w:sz w:val="36"/>
                <w:szCs w:val="36"/>
              </w:rPr>
              <w:t xml:space="preserve">dictionary </w:t>
            </w:r>
          </w:p>
        </w:tc>
        <w:tc>
          <w:tcPr>
            <w:tcW w:w="2703" w:type="dxa"/>
          </w:tcPr>
          <w:p w:rsidR="00A20137" w:rsidRPr="00030E98" w:rsidRDefault="00A20137" w:rsidP="00030E9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A20137" w:rsidRPr="00030E98" w:rsidRDefault="00A20137" w:rsidP="00030E9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A20137" w:rsidRPr="00030E98" w:rsidRDefault="00A20137" w:rsidP="00030E9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A20137" w:rsidRPr="00030E98" w:rsidTr="00030E98">
        <w:tc>
          <w:tcPr>
            <w:tcW w:w="3012" w:type="dxa"/>
          </w:tcPr>
          <w:p w:rsidR="00A20137" w:rsidRPr="00030E98" w:rsidRDefault="00A20137" w:rsidP="00030E9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030E98">
              <w:rPr>
                <w:rFonts w:ascii="Segoe UI Light" w:hAnsi="Segoe UI Light" w:cs="Segoe UI Light"/>
                <w:sz w:val="36"/>
                <w:szCs w:val="36"/>
              </w:rPr>
              <w:t xml:space="preserve">disastrous </w:t>
            </w:r>
          </w:p>
        </w:tc>
        <w:tc>
          <w:tcPr>
            <w:tcW w:w="2703" w:type="dxa"/>
          </w:tcPr>
          <w:p w:rsidR="00A20137" w:rsidRPr="00030E98" w:rsidRDefault="00A20137" w:rsidP="00030E98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A20137" w:rsidRPr="00030E98" w:rsidRDefault="00A20137" w:rsidP="00030E9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A20137" w:rsidRPr="00030E98" w:rsidRDefault="00A20137" w:rsidP="00030E98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A20137" w:rsidRPr="00F07B5A" w:rsidRDefault="00A20137">
      <w:pPr>
        <w:rPr>
          <w:rFonts w:ascii="Segoe UI Light" w:hAnsi="Segoe UI Light" w:cs="Segoe UI Light"/>
          <w:sz w:val="36"/>
          <w:szCs w:val="36"/>
        </w:rPr>
      </w:pPr>
    </w:p>
    <w:sectPr w:rsidR="00A20137" w:rsidRPr="00F07B5A" w:rsidSect="00C65D1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137" w:rsidRDefault="00A20137">
      <w:r>
        <w:separator/>
      </w:r>
    </w:p>
  </w:endnote>
  <w:endnote w:type="continuationSeparator" w:id="0">
    <w:p w:rsidR="00A20137" w:rsidRDefault="00A201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137" w:rsidRDefault="00A20137" w:rsidP="008F3023">
    <w:pPr>
      <w:pStyle w:val="Footer"/>
    </w:pPr>
    <w:r>
      <w:t>Swaffield Primary School 2014</w:t>
    </w:r>
  </w:p>
  <w:p w:rsidR="00A20137" w:rsidRDefault="00A2013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137" w:rsidRDefault="00A20137">
      <w:r>
        <w:separator/>
      </w:r>
    </w:p>
  </w:footnote>
  <w:footnote w:type="continuationSeparator" w:id="0">
    <w:p w:rsidR="00A20137" w:rsidRDefault="00A201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30E98"/>
    <w:rsid w:val="00057950"/>
    <w:rsid w:val="000717F2"/>
    <w:rsid w:val="00080778"/>
    <w:rsid w:val="000975AC"/>
    <w:rsid w:val="000A4078"/>
    <w:rsid w:val="000B0F14"/>
    <w:rsid w:val="000D68B6"/>
    <w:rsid w:val="00107F16"/>
    <w:rsid w:val="0011235B"/>
    <w:rsid w:val="001336E2"/>
    <w:rsid w:val="00156B85"/>
    <w:rsid w:val="001822D1"/>
    <w:rsid w:val="001B1BB7"/>
    <w:rsid w:val="001D28B2"/>
    <w:rsid w:val="001E27F6"/>
    <w:rsid w:val="001F13D6"/>
    <w:rsid w:val="001F6CAD"/>
    <w:rsid w:val="00231321"/>
    <w:rsid w:val="00235594"/>
    <w:rsid w:val="002428F5"/>
    <w:rsid w:val="00253CB0"/>
    <w:rsid w:val="00264121"/>
    <w:rsid w:val="00264602"/>
    <w:rsid w:val="002913D2"/>
    <w:rsid w:val="002B4D2D"/>
    <w:rsid w:val="002F2831"/>
    <w:rsid w:val="003068BA"/>
    <w:rsid w:val="003307A2"/>
    <w:rsid w:val="0034462B"/>
    <w:rsid w:val="0035628C"/>
    <w:rsid w:val="003943D9"/>
    <w:rsid w:val="003A03E1"/>
    <w:rsid w:val="003A498D"/>
    <w:rsid w:val="003A7F62"/>
    <w:rsid w:val="0041764F"/>
    <w:rsid w:val="00420E7A"/>
    <w:rsid w:val="00442EEA"/>
    <w:rsid w:val="00451747"/>
    <w:rsid w:val="00462340"/>
    <w:rsid w:val="00472EE9"/>
    <w:rsid w:val="0047379F"/>
    <w:rsid w:val="00491D0B"/>
    <w:rsid w:val="00493A32"/>
    <w:rsid w:val="004A72FC"/>
    <w:rsid w:val="004D2482"/>
    <w:rsid w:val="004F795A"/>
    <w:rsid w:val="005438C0"/>
    <w:rsid w:val="00550399"/>
    <w:rsid w:val="00555CCC"/>
    <w:rsid w:val="005B06F6"/>
    <w:rsid w:val="005B35CD"/>
    <w:rsid w:val="005F2137"/>
    <w:rsid w:val="005F5400"/>
    <w:rsid w:val="00607F53"/>
    <w:rsid w:val="00610DE4"/>
    <w:rsid w:val="00615DE4"/>
    <w:rsid w:val="00634FAB"/>
    <w:rsid w:val="00652B21"/>
    <w:rsid w:val="00655063"/>
    <w:rsid w:val="006912C6"/>
    <w:rsid w:val="00697B38"/>
    <w:rsid w:val="006A0957"/>
    <w:rsid w:val="006A2188"/>
    <w:rsid w:val="006B7DB4"/>
    <w:rsid w:val="006C7C73"/>
    <w:rsid w:val="00747105"/>
    <w:rsid w:val="007606DF"/>
    <w:rsid w:val="00760AE0"/>
    <w:rsid w:val="0077158F"/>
    <w:rsid w:val="00776EEF"/>
    <w:rsid w:val="00781020"/>
    <w:rsid w:val="00792580"/>
    <w:rsid w:val="00792F5F"/>
    <w:rsid w:val="00796625"/>
    <w:rsid w:val="007B641D"/>
    <w:rsid w:val="00840AC0"/>
    <w:rsid w:val="00886C0C"/>
    <w:rsid w:val="00887663"/>
    <w:rsid w:val="00895474"/>
    <w:rsid w:val="008B1CED"/>
    <w:rsid w:val="008B3CA7"/>
    <w:rsid w:val="008D72A7"/>
    <w:rsid w:val="008E2DF9"/>
    <w:rsid w:val="008E5A33"/>
    <w:rsid w:val="008F3023"/>
    <w:rsid w:val="008F6B43"/>
    <w:rsid w:val="0093052C"/>
    <w:rsid w:val="0098616B"/>
    <w:rsid w:val="009932F9"/>
    <w:rsid w:val="009A1D28"/>
    <w:rsid w:val="009B339F"/>
    <w:rsid w:val="009C5CFA"/>
    <w:rsid w:val="009C6766"/>
    <w:rsid w:val="00A1772D"/>
    <w:rsid w:val="00A20137"/>
    <w:rsid w:val="00A24174"/>
    <w:rsid w:val="00A300B9"/>
    <w:rsid w:val="00A806E2"/>
    <w:rsid w:val="00AB030A"/>
    <w:rsid w:val="00AD60DA"/>
    <w:rsid w:val="00B31C91"/>
    <w:rsid w:val="00B47958"/>
    <w:rsid w:val="00B94746"/>
    <w:rsid w:val="00BF0827"/>
    <w:rsid w:val="00C30F15"/>
    <w:rsid w:val="00C43275"/>
    <w:rsid w:val="00C612DE"/>
    <w:rsid w:val="00C65D11"/>
    <w:rsid w:val="00C806C9"/>
    <w:rsid w:val="00C81C52"/>
    <w:rsid w:val="00C82E51"/>
    <w:rsid w:val="00CA6E2C"/>
    <w:rsid w:val="00CC4208"/>
    <w:rsid w:val="00CD1022"/>
    <w:rsid w:val="00CD7AFE"/>
    <w:rsid w:val="00CE0243"/>
    <w:rsid w:val="00CE7F59"/>
    <w:rsid w:val="00CF3AD8"/>
    <w:rsid w:val="00CF4789"/>
    <w:rsid w:val="00CF7B1F"/>
    <w:rsid w:val="00CF7E1A"/>
    <w:rsid w:val="00D00BAB"/>
    <w:rsid w:val="00D17500"/>
    <w:rsid w:val="00D23794"/>
    <w:rsid w:val="00D25FCA"/>
    <w:rsid w:val="00D37ABB"/>
    <w:rsid w:val="00D60F4F"/>
    <w:rsid w:val="00DB3634"/>
    <w:rsid w:val="00DB6F33"/>
    <w:rsid w:val="00DC3EFD"/>
    <w:rsid w:val="00DF59AD"/>
    <w:rsid w:val="00E036CD"/>
    <w:rsid w:val="00E2191B"/>
    <w:rsid w:val="00E4661E"/>
    <w:rsid w:val="00E47374"/>
    <w:rsid w:val="00E72715"/>
    <w:rsid w:val="00EC0EC3"/>
    <w:rsid w:val="00ED1D79"/>
    <w:rsid w:val="00ED3A4C"/>
    <w:rsid w:val="00EF44BD"/>
    <w:rsid w:val="00EF6473"/>
    <w:rsid w:val="00F0321D"/>
    <w:rsid w:val="00F07B5A"/>
    <w:rsid w:val="00F2332B"/>
    <w:rsid w:val="00F5777D"/>
    <w:rsid w:val="00F738CB"/>
    <w:rsid w:val="00F74158"/>
    <w:rsid w:val="00F96209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8F302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0F59"/>
    <w:rPr>
      <w:lang w:eastAsia="en-US"/>
    </w:rPr>
  </w:style>
  <w:style w:type="paragraph" w:styleId="Footer">
    <w:name w:val="footer"/>
    <w:basedOn w:val="Normal"/>
    <w:link w:val="FooterChar"/>
    <w:uiPriority w:val="99"/>
    <w:rsid w:val="008F302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F3023"/>
    <w:rPr>
      <w:rFonts w:ascii="Calibri" w:hAnsi="Calibri" w:cs="Times New Roman"/>
      <w:sz w:val="22"/>
      <w:szCs w:val="22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102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2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2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2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2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2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2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2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2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2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31</Words>
  <Characters>181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4</cp:revision>
  <dcterms:created xsi:type="dcterms:W3CDTF">2013-12-08T14:58:00Z</dcterms:created>
  <dcterms:modified xsi:type="dcterms:W3CDTF">2014-07-14T15:15:00Z</dcterms:modified>
</cp:coreProperties>
</file>